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BA" w:rsidRPr="00352B94" w:rsidRDefault="001204BA" w:rsidP="00C16534">
      <w:pPr>
        <w:shd w:val="clear" w:color="auto" w:fill="FFFFFF"/>
        <w:jc w:val="center"/>
        <w:rPr>
          <w:b/>
        </w:rPr>
      </w:pPr>
      <w:r w:rsidRPr="00352B94">
        <w:rPr>
          <w:b/>
        </w:rPr>
        <w:t>- projekt –</w:t>
      </w:r>
      <w:r>
        <w:rPr>
          <w:b/>
        </w:rPr>
        <w:tab/>
      </w:r>
      <w:r>
        <w:rPr>
          <w:b/>
        </w:rPr>
        <w:tab/>
      </w:r>
    </w:p>
    <w:p w:rsidR="001204BA" w:rsidRPr="00352B94" w:rsidRDefault="001204BA" w:rsidP="00C16534">
      <w:pPr>
        <w:shd w:val="clear" w:color="auto" w:fill="FFFFFF"/>
        <w:jc w:val="center"/>
        <w:rPr>
          <w:b/>
        </w:rPr>
      </w:pPr>
    </w:p>
    <w:p w:rsidR="001204BA" w:rsidRDefault="001204BA" w:rsidP="00C16534">
      <w:pPr>
        <w:shd w:val="clear" w:color="auto" w:fill="FFFFFF"/>
        <w:jc w:val="center"/>
        <w:rPr>
          <w:b/>
        </w:rPr>
      </w:pPr>
    </w:p>
    <w:p w:rsidR="001204BA" w:rsidRDefault="001204BA" w:rsidP="00C16534">
      <w:pPr>
        <w:shd w:val="clear" w:color="auto" w:fill="FFFFFF"/>
        <w:jc w:val="center"/>
        <w:rPr>
          <w:b/>
        </w:rPr>
      </w:pPr>
    </w:p>
    <w:p w:rsidR="001204BA" w:rsidRPr="00352B94" w:rsidRDefault="001204BA" w:rsidP="006A1B9F">
      <w:pPr>
        <w:shd w:val="clear" w:color="auto" w:fill="FFFFFF"/>
        <w:jc w:val="center"/>
        <w:outlineLvl w:val="0"/>
        <w:rPr>
          <w:b/>
        </w:rPr>
      </w:pPr>
      <w:r w:rsidRPr="00352B94">
        <w:rPr>
          <w:b/>
        </w:rPr>
        <w:t>UCHWAŁA NR …………</w:t>
      </w:r>
    </w:p>
    <w:p w:rsidR="001204BA" w:rsidRPr="00352B94" w:rsidRDefault="001204BA" w:rsidP="006A1B9F">
      <w:pPr>
        <w:shd w:val="clear" w:color="auto" w:fill="FFFFFF"/>
        <w:ind w:left="1638" w:right="1670"/>
        <w:jc w:val="center"/>
        <w:outlineLvl w:val="0"/>
        <w:rPr>
          <w:b/>
          <w:bCs/>
        </w:rPr>
      </w:pPr>
      <w:r w:rsidRPr="00352B94">
        <w:rPr>
          <w:b/>
          <w:bCs/>
        </w:rPr>
        <w:t>RADY GMINY LIDZBARK WARMIŃSKI</w:t>
      </w:r>
    </w:p>
    <w:p w:rsidR="001204BA" w:rsidRPr="00352B94" w:rsidRDefault="001204BA" w:rsidP="00C16534">
      <w:pPr>
        <w:shd w:val="clear" w:color="auto" w:fill="FFFFFF"/>
        <w:ind w:left="1638" w:right="1670"/>
        <w:jc w:val="center"/>
        <w:rPr>
          <w:b/>
          <w:bCs/>
        </w:rPr>
      </w:pPr>
    </w:p>
    <w:p w:rsidR="001204BA" w:rsidRPr="00352B94" w:rsidRDefault="001204BA" w:rsidP="00825FA8">
      <w:pPr>
        <w:shd w:val="clear" w:color="auto" w:fill="FFFFFF"/>
        <w:ind w:left="1638" w:right="1670"/>
        <w:jc w:val="both"/>
        <w:rPr>
          <w:bCs/>
        </w:rPr>
      </w:pPr>
      <w:r>
        <w:rPr>
          <w:bCs/>
        </w:rPr>
        <w:t xml:space="preserve">                         </w:t>
      </w:r>
      <w:r w:rsidRPr="00352B94">
        <w:rPr>
          <w:bCs/>
        </w:rPr>
        <w:t>z dnia ………….. 201</w:t>
      </w:r>
      <w:r>
        <w:rPr>
          <w:bCs/>
        </w:rPr>
        <w:t>6</w:t>
      </w:r>
      <w:r w:rsidRPr="00352B94">
        <w:rPr>
          <w:bCs/>
        </w:rPr>
        <w:t xml:space="preserve"> r. </w:t>
      </w:r>
    </w:p>
    <w:p w:rsidR="001204BA" w:rsidRPr="00825FA8" w:rsidRDefault="001204BA" w:rsidP="00825F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204BA" w:rsidRPr="00825FA8" w:rsidRDefault="001204BA" w:rsidP="00825F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825FA8">
        <w:rPr>
          <w:b/>
          <w:bCs/>
          <w:sz w:val="28"/>
          <w:szCs w:val="28"/>
        </w:rPr>
        <w:t>w sprawie przyjęcia programu opieki nad zwierzętami bezdomnymi, oraz zapobiegania bezdomności zwierząt na terenie Gminy Lidzbark Warmiński w roku 2016.</w:t>
      </w:r>
    </w:p>
    <w:p w:rsidR="001204BA" w:rsidRPr="00825FA8" w:rsidRDefault="001204BA" w:rsidP="00825FA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204BA" w:rsidRPr="00825FA8" w:rsidRDefault="001204BA" w:rsidP="00825FA8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825FA8">
        <w:rPr>
          <w:sz w:val="28"/>
          <w:szCs w:val="28"/>
        </w:rPr>
        <w:t xml:space="preserve">Na podstawie art.18 ust.2 pkt.15 ustawy z dnia 8 marca 1990r. </w:t>
      </w:r>
      <w:r>
        <w:rPr>
          <w:sz w:val="28"/>
          <w:szCs w:val="28"/>
        </w:rPr>
        <w:t xml:space="preserve">                    </w:t>
      </w:r>
      <w:r w:rsidRPr="00825FA8">
        <w:rPr>
          <w:sz w:val="28"/>
          <w:szCs w:val="28"/>
        </w:rPr>
        <w:t>o samorządzie gminnym  (</w:t>
      </w:r>
      <w:r>
        <w:rPr>
          <w:sz w:val="28"/>
          <w:szCs w:val="28"/>
        </w:rPr>
        <w:t xml:space="preserve"> </w:t>
      </w:r>
      <w:r w:rsidRPr="00825FA8">
        <w:rPr>
          <w:sz w:val="28"/>
          <w:szCs w:val="28"/>
        </w:rPr>
        <w:t xml:space="preserve">Dz. U. z 2015r., poz. 1515 ze. zm. ) </w:t>
      </w:r>
      <w:r>
        <w:rPr>
          <w:sz w:val="28"/>
          <w:szCs w:val="28"/>
        </w:rPr>
        <w:t xml:space="preserve"> i </w:t>
      </w:r>
      <w:r w:rsidRPr="00825FA8">
        <w:rPr>
          <w:sz w:val="28"/>
          <w:szCs w:val="28"/>
        </w:rPr>
        <w:t>art.11 a ust.</w:t>
      </w:r>
      <w:r>
        <w:rPr>
          <w:sz w:val="28"/>
          <w:szCs w:val="28"/>
        </w:rPr>
        <w:t xml:space="preserve">            </w:t>
      </w:r>
      <w:r w:rsidRPr="00825FA8">
        <w:rPr>
          <w:sz w:val="28"/>
          <w:szCs w:val="28"/>
        </w:rPr>
        <w:t>1 ustawy z dnia 21 sierpnia 1997 r. o ochronie zwierząt (Dz. U. z 2013 r., poz.</w:t>
      </w:r>
      <w:r>
        <w:rPr>
          <w:sz w:val="28"/>
          <w:szCs w:val="28"/>
        </w:rPr>
        <w:t xml:space="preserve">  </w:t>
      </w:r>
      <w:r w:rsidRPr="00825FA8">
        <w:rPr>
          <w:sz w:val="28"/>
          <w:szCs w:val="28"/>
        </w:rPr>
        <w:t>856</w:t>
      </w:r>
      <w:r>
        <w:rPr>
          <w:sz w:val="28"/>
          <w:szCs w:val="28"/>
        </w:rPr>
        <w:t xml:space="preserve"> </w:t>
      </w:r>
      <w:r w:rsidRPr="00825FA8">
        <w:rPr>
          <w:sz w:val="28"/>
          <w:szCs w:val="28"/>
        </w:rPr>
        <w:t xml:space="preserve">) </w:t>
      </w:r>
      <w:r w:rsidRPr="00825FA8">
        <w:rPr>
          <w:bCs/>
          <w:sz w:val="28"/>
          <w:szCs w:val="28"/>
        </w:rPr>
        <w:t>Rada Gminy w Lidzbarku Warmińskim uchwala, co następuje:</w:t>
      </w:r>
    </w:p>
    <w:p w:rsidR="001204BA" w:rsidRDefault="001204BA" w:rsidP="00825FA8">
      <w:pPr>
        <w:autoSpaceDE w:val="0"/>
        <w:autoSpaceDN w:val="0"/>
        <w:adjustRightInd w:val="0"/>
        <w:spacing w:before="240"/>
        <w:ind w:firstLine="567"/>
        <w:jc w:val="both"/>
        <w:rPr>
          <w:b/>
          <w:bCs/>
          <w:sz w:val="28"/>
          <w:szCs w:val="28"/>
        </w:rPr>
      </w:pPr>
    </w:p>
    <w:p w:rsidR="001204BA" w:rsidRPr="00825FA8" w:rsidRDefault="001204BA" w:rsidP="00825FA8">
      <w:pPr>
        <w:autoSpaceDE w:val="0"/>
        <w:autoSpaceDN w:val="0"/>
        <w:adjustRightInd w:val="0"/>
        <w:spacing w:before="240"/>
        <w:ind w:firstLine="567"/>
        <w:jc w:val="both"/>
        <w:rPr>
          <w:sz w:val="28"/>
          <w:szCs w:val="28"/>
        </w:rPr>
      </w:pPr>
      <w:r w:rsidRPr="00825FA8">
        <w:rPr>
          <w:b/>
          <w:bCs/>
          <w:sz w:val="28"/>
          <w:szCs w:val="28"/>
        </w:rPr>
        <w:t xml:space="preserve">§ 1. </w:t>
      </w:r>
      <w:r w:rsidRPr="00825FA8">
        <w:rPr>
          <w:sz w:val="28"/>
          <w:szCs w:val="28"/>
        </w:rPr>
        <w:t>Przyjmuje się program opieki nad zwierzętami bezdomnymi oraz zapobiegania bezdomności zwierząt na terenie Gminy Lidzbark Warmiński</w:t>
      </w:r>
      <w:r>
        <w:rPr>
          <w:sz w:val="28"/>
          <w:szCs w:val="28"/>
        </w:rPr>
        <w:t xml:space="preserve">   </w:t>
      </w:r>
      <w:r w:rsidRPr="00825F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825FA8">
        <w:rPr>
          <w:sz w:val="28"/>
          <w:szCs w:val="28"/>
        </w:rPr>
        <w:t>w roku 201</w:t>
      </w:r>
      <w:r>
        <w:rPr>
          <w:sz w:val="28"/>
          <w:szCs w:val="28"/>
        </w:rPr>
        <w:t>6</w:t>
      </w:r>
      <w:r w:rsidRPr="00825FA8">
        <w:rPr>
          <w:sz w:val="28"/>
          <w:szCs w:val="28"/>
        </w:rPr>
        <w:t xml:space="preserve"> w brzmieniu określonym w załączniku do uchwały.</w:t>
      </w:r>
    </w:p>
    <w:p w:rsidR="001204BA" w:rsidRDefault="001204BA" w:rsidP="00825FA8">
      <w:pPr>
        <w:autoSpaceDE w:val="0"/>
        <w:autoSpaceDN w:val="0"/>
        <w:adjustRightInd w:val="0"/>
        <w:spacing w:before="240"/>
        <w:ind w:firstLine="567"/>
        <w:jc w:val="both"/>
        <w:rPr>
          <w:b/>
          <w:bCs/>
          <w:sz w:val="28"/>
          <w:szCs w:val="28"/>
        </w:rPr>
      </w:pPr>
    </w:p>
    <w:p w:rsidR="001204BA" w:rsidRPr="00825FA8" w:rsidRDefault="001204BA" w:rsidP="00825FA8">
      <w:pPr>
        <w:autoSpaceDE w:val="0"/>
        <w:autoSpaceDN w:val="0"/>
        <w:adjustRightInd w:val="0"/>
        <w:spacing w:before="240"/>
        <w:ind w:firstLine="567"/>
        <w:jc w:val="both"/>
        <w:rPr>
          <w:sz w:val="28"/>
          <w:szCs w:val="28"/>
        </w:rPr>
      </w:pPr>
      <w:r w:rsidRPr="00825FA8">
        <w:rPr>
          <w:b/>
          <w:bCs/>
          <w:sz w:val="28"/>
          <w:szCs w:val="28"/>
        </w:rPr>
        <w:t xml:space="preserve">§ 2. </w:t>
      </w:r>
      <w:r w:rsidRPr="00825FA8">
        <w:rPr>
          <w:sz w:val="28"/>
          <w:szCs w:val="28"/>
        </w:rPr>
        <w:t>Wykonanie uchwały powierza się Wójtowi Gminy.</w:t>
      </w:r>
    </w:p>
    <w:p w:rsidR="001204BA" w:rsidRDefault="001204BA" w:rsidP="00825FA8">
      <w:pPr>
        <w:autoSpaceDE w:val="0"/>
        <w:autoSpaceDN w:val="0"/>
        <w:adjustRightInd w:val="0"/>
        <w:spacing w:before="240"/>
        <w:ind w:firstLine="567"/>
        <w:jc w:val="both"/>
        <w:rPr>
          <w:b/>
          <w:bCs/>
          <w:sz w:val="28"/>
          <w:szCs w:val="28"/>
        </w:rPr>
      </w:pPr>
    </w:p>
    <w:p w:rsidR="001204BA" w:rsidRPr="00825FA8" w:rsidRDefault="001204BA" w:rsidP="00825FA8">
      <w:pPr>
        <w:autoSpaceDE w:val="0"/>
        <w:autoSpaceDN w:val="0"/>
        <w:adjustRightInd w:val="0"/>
        <w:spacing w:before="240"/>
        <w:ind w:firstLine="567"/>
        <w:jc w:val="both"/>
        <w:rPr>
          <w:sz w:val="28"/>
          <w:szCs w:val="28"/>
        </w:rPr>
      </w:pPr>
      <w:r w:rsidRPr="00825FA8">
        <w:rPr>
          <w:b/>
          <w:bCs/>
          <w:sz w:val="28"/>
          <w:szCs w:val="28"/>
        </w:rPr>
        <w:t xml:space="preserve">§ 3. </w:t>
      </w:r>
      <w:r w:rsidRPr="00825FA8">
        <w:rPr>
          <w:sz w:val="28"/>
          <w:szCs w:val="28"/>
        </w:rPr>
        <w:t>Uchwała wchodzi w życie z dniem podjęcia.</w:t>
      </w:r>
    </w:p>
    <w:p w:rsidR="001204BA" w:rsidRPr="00825FA8" w:rsidRDefault="001204BA" w:rsidP="00825FA8">
      <w:pPr>
        <w:autoSpaceDE w:val="0"/>
        <w:autoSpaceDN w:val="0"/>
        <w:adjustRightInd w:val="0"/>
        <w:ind w:left="4956" w:firstLine="147"/>
        <w:jc w:val="both"/>
        <w:rPr>
          <w:sz w:val="28"/>
          <w:szCs w:val="28"/>
        </w:rPr>
      </w:pPr>
    </w:p>
    <w:p w:rsidR="001204BA" w:rsidRPr="00825FA8" w:rsidRDefault="001204BA" w:rsidP="00825FA8">
      <w:pPr>
        <w:autoSpaceDE w:val="0"/>
        <w:autoSpaceDN w:val="0"/>
        <w:adjustRightInd w:val="0"/>
        <w:ind w:left="4956" w:firstLine="147"/>
        <w:jc w:val="both"/>
        <w:rPr>
          <w:sz w:val="28"/>
          <w:szCs w:val="28"/>
        </w:rPr>
      </w:pPr>
    </w:p>
    <w:p w:rsidR="001204BA" w:rsidRPr="00825FA8" w:rsidRDefault="001204BA" w:rsidP="00825FA8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1204BA" w:rsidRPr="0088271D" w:rsidRDefault="001204BA" w:rsidP="00B70C0D">
      <w:pPr>
        <w:jc w:val="center"/>
        <w:outlineLvl w:val="0"/>
        <w:rPr>
          <w:b/>
          <w:bCs/>
        </w:rPr>
      </w:pPr>
      <w:r w:rsidRPr="0088271D">
        <w:rPr>
          <w:b/>
          <w:bCs/>
        </w:rPr>
        <w:t>Uzasadnienie</w:t>
      </w:r>
    </w:p>
    <w:p w:rsidR="001204BA" w:rsidRDefault="001204BA" w:rsidP="00B70C0D">
      <w:pPr>
        <w:jc w:val="both"/>
      </w:pPr>
    </w:p>
    <w:p w:rsidR="001204BA" w:rsidRPr="0088271D" w:rsidRDefault="001204BA" w:rsidP="00B70C0D">
      <w:pPr>
        <w:jc w:val="both"/>
      </w:pPr>
      <w:r w:rsidRPr="0088271D">
        <w:t xml:space="preserve">Na podstawie art. 11a ust. 1 ustawy z dnia 21 sierpnia 1997r. o ochronie zwierząt </w:t>
      </w:r>
      <w:r>
        <w:br/>
      </w:r>
      <w:r w:rsidRPr="0088271D">
        <w:t>(Dz. U. z 20</w:t>
      </w:r>
      <w:r>
        <w:t>1</w:t>
      </w:r>
      <w:r w:rsidRPr="0088271D">
        <w:t>3</w:t>
      </w:r>
      <w:r>
        <w:t xml:space="preserve"> </w:t>
      </w:r>
      <w:r w:rsidRPr="0088271D">
        <w:t>r</w:t>
      </w:r>
      <w:r>
        <w:t>.</w:t>
      </w:r>
      <w:r w:rsidRPr="0088271D">
        <w:t xml:space="preserve"> poz. </w:t>
      </w:r>
      <w:r>
        <w:t>856</w:t>
      </w:r>
      <w:r w:rsidRPr="0088271D">
        <w:t>) Rada Gminy Określa w drodze uchwały, corocznie do 31 marca program opieki nad zwierzętami bezdomnymi oraz zapobiegania bezdomności zwierząt.</w:t>
      </w:r>
    </w:p>
    <w:p w:rsidR="001204BA" w:rsidRPr="0088271D" w:rsidRDefault="001204BA" w:rsidP="00B70C0D">
      <w:pPr>
        <w:autoSpaceDE w:val="0"/>
        <w:autoSpaceDN w:val="0"/>
        <w:adjustRightInd w:val="0"/>
        <w:jc w:val="both"/>
      </w:pPr>
      <w:r w:rsidRPr="0088271D">
        <w:t xml:space="preserve">Zgodnie z art. 11a ust. 6 </w:t>
      </w:r>
      <w:r>
        <w:t xml:space="preserve">powyższej </w:t>
      </w:r>
      <w:r w:rsidRPr="0088271D">
        <w:t>ustawy</w:t>
      </w:r>
      <w:r>
        <w:t>,</w:t>
      </w:r>
      <w:r w:rsidRPr="0088271D">
        <w:t xml:space="preserve"> Wójt Gminy przygotowuje projekt programu, który najpóźniej do dnia 1 lutego zostaje przekazany do zaopiniowania z wyznaczeniem 21 dniowego terminu: właściwemu powiatowemu lekarzowi weterynarii; organizacjom społecznym, których statutowym celem działania jest ochrona zwierząt, działającym na obszarze gminy oraz dzierżawcom lub zarządcom obwodów łowieckich, działających na obszarze gminy.</w:t>
      </w:r>
    </w:p>
    <w:p w:rsidR="001204BA" w:rsidRPr="0088271D" w:rsidRDefault="001204BA" w:rsidP="00B70C0D">
      <w:pPr>
        <w:autoSpaceDE w:val="0"/>
        <w:autoSpaceDN w:val="0"/>
        <w:adjustRightInd w:val="0"/>
        <w:jc w:val="both"/>
      </w:pPr>
      <w:r w:rsidRPr="0088271D">
        <w:t xml:space="preserve">Po uzyskaniu pozytywnych opinii, projekt został przedłożony Radzie Gminy celem uchwalenia. </w:t>
      </w:r>
    </w:p>
    <w:p w:rsidR="001204BA" w:rsidRPr="00F836E2" w:rsidRDefault="001204BA" w:rsidP="00B70C0D">
      <w:pPr>
        <w:autoSpaceDE w:val="0"/>
        <w:autoSpaceDN w:val="0"/>
        <w:adjustRightInd w:val="0"/>
        <w:jc w:val="both"/>
      </w:pPr>
    </w:p>
    <w:p w:rsidR="001204BA" w:rsidRPr="00CE38BF" w:rsidRDefault="001204BA" w:rsidP="00825FA8">
      <w:pPr>
        <w:autoSpaceDE w:val="0"/>
        <w:autoSpaceDN w:val="0"/>
        <w:adjustRightInd w:val="0"/>
        <w:jc w:val="both"/>
        <w:rPr>
          <w:b/>
        </w:rPr>
      </w:pPr>
      <w:r w:rsidRPr="00825FA8">
        <w:rPr>
          <w:sz w:val="28"/>
          <w:szCs w:val="28"/>
        </w:rPr>
        <w:br w:type="page"/>
      </w:r>
      <w:bookmarkStart w:id="0" w:name="_GoBack"/>
      <w:bookmarkEnd w:id="0"/>
      <w:r w:rsidRPr="00CE38BF">
        <w:rPr>
          <w:sz w:val="28"/>
          <w:szCs w:val="28"/>
        </w:rPr>
        <w:t xml:space="preserve">                                                                                     </w:t>
      </w:r>
      <w:r w:rsidRPr="00CE38BF">
        <w:t>Załącznik do Uchwały Nr ……..</w:t>
      </w:r>
    </w:p>
    <w:p w:rsidR="001204BA" w:rsidRPr="00CE38BF" w:rsidRDefault="001204BA" w:rsidP="00C16534">
      <w:pPr>
        <w:autoSpaceDE w:val="0"/>
        <w:autoSpaceDN w:val="0"/>
        <w:adjustRightInd w:val="0"/>
        <w:ind w:left="4956" w:firstLine="147"/>
        <w:jc w:val="right"/>
      </w:pPr>
      <w:r w:rsidRPr="00CE38BF">
        <w:t>Rady Gminy Lidzbark Warmiński</w:t>
      </w:r>
    </w:p>
    <w:p w:rsidR="001204BA" w:rsidRPr="00CE38BF" w:rsidRDefault="001204BA" w:rsidP="00B70C0D">
      <w:pPr>
        <w:autoSpaceDE w:val="0"/>
        <w:autoSpaceDN w:val="0"/>
        <w:adjustRightInd w:val="0"/>
        <w:ind w:left="4956" w:firstLine="147"/>
        <w:jc w:val="center"/>
      </w:pPr>
      <w:r w:rsidRPr="00CE38BF">
        <w:t xml:space="preserve">z dnia </w:t>
      </w:r>
      <w:r w:rsidRPr="00CE38BF">
        <w:rPr>
          <w:bCs/>
        </w:rPr>
        <w:t xml:space="preserve">………… </w:t>
      </w:r>
      <w:r w:rsidRPr="00CE38BF">
        <w:t>2016 r.</w:t>
      </w:r>
    </w:p>
    <w:p w:rsidR="001204BA" w:rsidRPr="00CE38BF" w:rsidRDefault="001204BA" w:rsidP="00C16534">
      <w:pPr>
        <w:autoSpaceDE w:val="0"/>
        <w:autoSpaceDN w:val="0"/>
        <w:adjustRightInd w:val="0"/>
        <w:ind w:left="4956" w:firstLine="708"/>
        <w:jc w:val="both"/>
      </w:pP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  <w:r w:rsidRPr="00CE38BF">
        <w:rPr>
          <w:b/>
          <w:bCs/>
        </w:rPr>
        <w:t>Program opieki nad zwierzętami bezdomnymi oraz zapobiegania bezdomności zwierząt na terenie Gminy Lidzbark Warmiński w roku 2016</w:t>
      </w: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</w:p>
    <w:p w:rsidR="001204BA" w:rsidRPr="00CE38BF" w:rsidRDefault="001204BA" w:rsidP="006A1B9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E38BF">
        <w:rPr>
          <w:b/>
          <w:bCs/>
        </w:rPr>
        <w:t>Rozdział I.</w:t>
      </w: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  <w:r w:rsidRPr="00CE38BF">
        <w:rPr>
          <w:b/>
          <w:bCs/>
        </w:rPr>
        <w:t>Postanowienia ogólne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</w:rPr>
        <w:t>§ 1</w:t>
      </w:r>
      <w:r w:rsidRPr="00CE38BF">
        <w:t xml:space="preserve">.1 Program ma zastosowanie w odniesieniu do wszystkich bezdomnych zwierząt domowych i gospodarskich, a w szczególności do psów i kotów przebywających </w:t>
      </w:r>
      <w:r w:rsidRPr="00CE38BF">
        <w:br/>
        <w:t>w administracyjnych granicach Gminy Lidzbark Warmiński.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t>2. Ilekroć w uchwale jest mowa o:</w:t>
      </w:r>
    </w:p>
    <w:p w:rsidR="001204BA" w:rsidRPr="00CE38BF" w:rsidRDefault="001204BA" w:rsidP="00C16534">
      <w:pPr>
        <w:pStyle w:val="Akapitzlist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 xml:space="preserve">ustawie – należy przez to rozumieć ustawę z dnia 21 sierpnia 1997 r. o ochronie zwierząt </w:t>
      </w:r>
      <w:r w:rsidRPr="00CE38BF">
        <w:rPr>
          <w:rFonts w:ascii="Times New Roman" w:hAnsi="Times New Roman"/>
          <w:sz w:val="24"/>
          <w:szCs w:val="24"/>
        </w:rPr>
        <w:br/>
        <w:t>(Dz. U. z 2013r. poz.856),</w:t>
      </w:r>
    </w:p>
    <w:p w:rsidR="001204BA" w:rsidRPr="00CE38BF" w:rsidRDefault="001204BA" w:rsidP="00C16534">
      <w:pPr>
        <w:pStyle w:val="Akapitzlist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właścicielu – należy przez to rozumieć osobę będącą mieszkańcem Gminy Lidzbark Warmiński, posiadającą zwierzę lub zwierzęta, o których mowa w niniejszej uchwale,</w:t>
      </w:r>
    </w:p>
    <w:p w:rsidR="001204BA" w:rsidRPr="00CE38BF" w:rsidRDefault="001204BA" w:rsidP="00C16534">
      <w:pPr>
        <w:pStyle w:val="Akapitzlist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opiekunie – należy przez to rozumieć osobę, która sprawuje nadzór i opiekę na zwierzęciem na terenie Gminy Lidzbark Warmiński,</w:t>
      </w:r>
    </w:p>
    <w:p w:rsidR="001204BA" w:rsidRPr="00CE38BF" w:rsidRDefault="001204BA" w:rsidP="00C16534">
      <w:pPr>
        <w:pStyle w:val="Akapitzlist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 xml:space="preserve">opiekunie społecznym – należy przez to rozumieć osobę, która społecznie pomaga </w:t>
      </w:r>
      <w:r w:rsidRPr="00CE38BF">
        <w:rPr>
          <w:rFonts w:ascii="Times New Roman" w:hAnsi="Times New Roman"/>
          <w:sz w:val="24"/>
          <w:szCs w:val="24"/>
        </w:rPr>
        <w:br/>
        <w:t>i sprawuje opiekę nad zwierzętami bezdomnymi na terenie Gminy Lidzbark Warmiński,</w:t>
      </w:r>
    </w:p>
    <w:p w:rsidR="001204BA" w:rsidRPr="00CE38BF" w:rsidRDefault="001204BA" w:rsidP="00C16534">
      <w:pPr>
        <w:pStyle w:val="Akapitzlist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schronisku – należy przez to rozumieć Schronisko dla Zwierząt z którym Gmina Lidzbark Warmiński podpisze umowę na przyjmowanie zwierząt z jej terenu.</w:t>
      </w:r>
    </w:p>
    <w:p w:rsidR="001204BA" w:rsidRPr="00CE38BF" w:rsidRDefault="001204BA" w:rsidP="00C16534">
      <w:pPr>
        <w:pStyle w:val="Akapitzlist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 xml:space="preserve">przytulisku dla bezdomnych zwierząt – właściciela domu - posesji, z którym Gmina Lidzbark Warmiński podpisze umowę na czasowe przetrzymywanie zwierząt z jej terenu do chwili odnalezienia dotychczasowego właściciela lub opiekuna, lub do czasu oddania do adopcji. </w:t>
      </w:r>
    </w:p>
    <w:p w:rsidR="001204BA" w:rsidRPr="00CE38BF" w:rsidRDefault="001204BA" w:rsidP="006A1B9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E38BF">
        <w:rPr>
          <w:b/>
          <w:bCs/>
        </w:rPr>
        <w:t>Rozdział II.</w:t>
      </w: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  <w:r w:rsidRPr="00CE38BF">
        <w:rPr>
          <w:b/>
          <w:bCs/>
        </w:rPr>
        <w:t>Cel programu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  <w:bCs/>
        </w:rPr>
        <w:t xml:space="preserve">§ 2. </w:t>
      </w:r>
      <w:r w:rsidRPr="00CE38BF">
        <w:t>Program opieki nad zwierzętami bezdomnymi oraz zapobiegania bezdomności zwierząt obejmuje:</w:t>
      </w:r>
    </w:p>
    <w:p w:rsidR="001204BA" w:rsidRPr="00CE38BF" w:rsidRDefault="001204BA" w:rsidP="00C1653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opiekę nad zwierzętami bezdomnymi;</w:t>
      </w:r>
    </w:p>
    <w:p w:rsidR="001204BA" w:rsidRPr="00CE38BF" w:rsidRDefault="001204BA" w:rsidP="00C1653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opiekę nad wolno żyjącymi kotami, również ich dokarmianie;</w:t>
      </w:r>
    </w:p>
    <w:p w:rsidR="001204BA" w:rsidRPr="00CE38BF" w:rsidRDefault="001204BA" w:rsidP="00C1653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odławianie bezdomnych zwierząt;</w:t>
      </w:r>
    </w:p>
    <w:p w:rsidR="001204BA" w:rsidRPr="00CE38BF" w:rsidRDefault="001204BA" w:rsidP="00C1653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ograniczenie populacji bezdomnych zwierząt poprzez sterylizację i kastrację psów i kotów;</w:t>
      </w:r>
    </w:p>
    <w:p w:rsidR="001204BA" w:rsidRPr="00CE38BF" w:rsidRDefault="001204BA" w:rsidP="00C1653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poszukiwanie właścicieli dla bezdomnych zwierząt;</w:t>
      </w:r>
    </w:p>
    <w:p w:rsidR="001204BA" w:rsidRPr="00CE38BF" w:rsidRDefault="001204BA" w:rsidP="00C1653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usypianie ślepych miotów;</w:t>
      </w:r>
    </w:p>
    <w:p w:rsidR="001204BA" w:rsidRPr="00CE38BF" w:rsidRDefault="001204BA" w:rsidP="00C1653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wskazanie gospodarstwa rolnego w celu zapewnienia miejsca dla zwierząt gospodarskich;</w:t>
      </w:r>
    </w:p>
    <w:p w:rsidR="001204BA" w:rsidRPr="00CE38BF" w:rsidRDefault="001204BA" w:rsidP="00C1653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 xml:space="preserve">zapewnienie całodobowej opieki weterynaryjnej w przypadkach zdarzeń drogowych </w:t>
      </w:r>
      <w:r w:rsidRPr="00CE38BF">
        <w:rPr>
          <w:rFonts w:ascii="Times New Roman" w:hAnsi="Times New Roman"/>
          <w:sz w:val="24"/>
          <w:szCs w:val="24"/>
        </w:rPr>
        <w:br/>
        <w:t>z udziałem zwierząt.</w:t>
      </w:r>
    </w:p>
    <w:p w:rsidR="001204BA" w:rsidRPr="00CE38BF" w:rsidRDefault="001204BA" w:rsidP="006A1B9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E38BF">
        <w:rPr>
          <w:b/>
          <w:bCs/>
        </w:rPr>
        <w:t>Rozdział III.</w:t>
      </w: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  <w:r w:rsidRPr="00CE38BF">
        <w:rPr>
          <w:b/>
          <w:bCs/>
        </w:rPr>
        <w:t>Wykonawcy programu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  <w:bCs/>
        </w:rPr>
        <w:t xml:space="preserve">§ 3. </w:t>
      </w:r>
      <w:r w:rsidRPr="00CE38BF">
        <w:t>Wykonawcami programu opieki nad zwierzętami bezdomnymi oraz zapobiegania bezdomności zwierząt są:</w:t>
      </w:r>
    </w:p>
    <w:p w:rsidR="001204BA" w:rsidRPr="00CE38BF" w:rsidRDefault="001204BA" w:rsidP="00C16534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Gmina Lidzbark Warmiński;</w:t>
      </w:r>
    </w:p>
    <w:p w:rsidR="001204BA" w:rsidRPr="00CE38BF" w:rsidRDefault="001204BA" w:rsidP="00C16534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Gospodarstwo Rolne, ul. Rolna 23, 11-100 Lidzbark Warmiński na podstawie porozumienia zawartego z Gminą Lidzbark Warmiński;</w:t>
      </w:r>
    </w:p>
    <w:p w:rsidR="001204BA" w:rsidRPr="00CE38BF" w:rsidRDefault="001204BA" w:rsidP="00C16534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Schronisko dla zwierząt poprzez zapewnienie opieki zwierzętom bezdomnym;</w:t>
      </w:r>
    </w:p>
    <w:p w:rsidR="001204BA" w:rsidRPr="00CE38BF" w:rsidRDefault="001204BA" w:rsidP="00C16534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Przytulisko dla bezdomnych zwierząt poprzez poszukiwanie nowych właścicieli dla zwierząt;</w:t>
      </w:r>
    </w:p>
    <w:p w:rsidR="001204BA" w:rsidRPr="00CE38BF" w:rsidRDefault="001204BA" w:rsidP="00C16534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CE38BF">
        <w:rPr>
          <w:rFonts w:ascii="Times New Roman" w:hAnsi="Times New Roman"/>
          <w:sz w:val="24"/>
          <w:szCs w:val="24"/>
        </w:rPr>
        <w:t>Służby weterynaryjne, wolontariusze, organizacje pożytku publicznego, stowarzyszenia oraz fundacje, których statutowym działaniem jest ochrona zwierząt i przeciwdziałanie bezdomności.</w:t>
      </w:r>
    </w:p>
    <w:p w:rsidR="001204BA" w:rsidRPr="00CE38BF" w:rsidRDefault="001204BA" w:rsidP="006A1B9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E38BF">
        <w:rPr>
          <w:b/>
          <w:bCs/>
        </w:rPr>
        <w:t>Rozdział IV.</w:t>
      </w: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  <w:r w:rsidRPr="00CE38BF">
        <w:rPr>
          <w:b/>
          <w:bCs/>
        </w:rPr>
        <w:t>Realizacja celów programu</w:t>
      </w: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  <w:r w:rsidRPr="00CE38BF">
        <w:rPr>
          <w:b/>
          <w:bCs/>
        </w:rPr>
        <w:t>Odławianie i zapewnienie bezdomnym zwierzętom miejsca i opieki</w:t>
      </w:r>
    </w:p>
    <w:p w:rsidR="001204BA" w:rsidRPr="00CE38BF" w:rsidRDefault="001204BA" w:rsidP="00C16534">
      <w:pPr>
        <w:ind w:firstLine="567"/>
        <w:jc w:val="both"/>
        <w:rPr>
          <w:dstrike/>
        </w:rPr>
      </w:pPr>
      <w:r w:rsidRPr="00CE38BF">
        <w:rPr>
          <w:b/>
          <w:bCs/>
        </w:rPr>
        <w:t>§ 4.</w:t>
      </w:r>
      <w:r w:rsidRPr="00CE38BF">
        <w:t>1. Wyłapywanie bezdomnych zwierząt na terenie gminy Lidzbark Warmiński ma charakter okresowy w miarę potrzeb na całym obszarze Gminy lub jej części, jednak nie rzadziej niż raz w roku i odbywać się będzie z inicjatywy Gminy Lidzbark Warmiński w przypadku stwierdzenia zagrożenia, bądź w oparciu o uzyskane zgłoszenie o występującym zagrożeniu bezpieczeństwa dla zdrowia i życia ludzi.</w:t>
      </w:r>
    </w:p>
    <w:p w:rsidR="001204BA" w:rsidRPr="00CE38BF" w:rsidRDefault="001204BA" w:rsidP="00C16534">
      <w:pPr>
        <w:ind w:firstLine="567"/>
        <w:jc w:val="both"/>
      </w:pPr>
      <w:r w:rsidRPr="00CE38BF">
        <w:t>2. Wyłapywaniem objęte zostaną zwierzęta bezdomne, które uciekły, zabłąkały się lub zostały porzucone przez człowieka, jeżeli nie ma możliwości ustalenia właściciela lub innej osoby, pod której opieką zwierzęta trwale dotąd pozostawały.</w:t>
      </w:r>
    </w:p>
    <w:p w:rsidR="001204BA" w:rsidRPr="00CE38BF" w:rsidRDefault="001204BA" w:rsidP="00C16534">
      <w:pPr>
        <w:ind w:firstLine="567"/>
        <w:jc w:val="both"/>
      </w:pPr>
      <w:r w:rsidRPr="00CE38BF">
        <w:t xml:space="preserve">3. Wyłapywanie bezdomnych zwierząt może dokonywać podmiot prowadzący działalność gospodarczą w tym zakresie, posiadający zezwolenie na jej prowadzenie, dysponującym odpowiednimi urządzeniami i środkami do wykonywania usług zapewniających warunki określone w obowiązujących przepisach oraz podmiot prowadzący schronisko dla bezdomnych zwierząt spełniający wymogi zawarte w rozporządzeniu Ministra Spraw Wewnętrznych </w:t>
      </w:r>
      <w:r w:rsidRPr="00CE38BF">
        <w:br/>
        <w:t>i Administracji z dnia 26 sierpnia 1998 r. w sprawie zasad i warunków wyłapywania bezdomnych zwierząt (Dz. U. z 1998r., Nr 116, poz. 753).</w:t>
      </w:r>
    </w:p>
    <w:p w:rsidR="001204BA" w:rsidRPr="00CE38BF" w:rsidRDefault="001204BA" w:rsidP="004926BF">
      <w:pPr>
        <w:ind w:firstLine="567"/>
        <w:jc w:val="both"/>
      </w:pPr>
      <w:r w:rsidRPr="00CE38BF">
        <w:t xml:space="preserve">4. Wyłapywane z terenu gminy zwierzęta będą umieszczone w schronisku dla zwierząt spełniającym wymogi zawarte w rozporządzeniu Ministra Rolnictwa i Rozwoju Wsi z dnia </w:t>
      </w:r>
      <w:r w:rsidRPr="00CE38BF">
        <w:br/>
        <w:t>23 czerwca 2004 r. w sprawie szczegółowych wymagań weterynaryjnych dla prowadzenia schronisk dla zwierząt (Dz. U. 2004 r. Nr 158, poz. 1657), z wyjątkiem zwierząt, które pokąsały ludzi lub ich zachowanie wskazuje na zagrożenie wścieklizną i wymaga bezzwłocznego umieszczenia w lecznicy dla zwierząt, dysponującej możliwościami przeprowadzenia obowiązkowej obserwacji.</w:t>
      </w:r>
    </w:p>
    <w:p w:rsidR="001204BA" w:rsidRPr="00CE38BF" w:rsidRDefault="001204BA" w:rsidP="004926BF">
      <w:pPr>
        <w:autoSpaceDE w:val="0"/>
        <w:autoSpaceDN w:val="0"/>
        <w:adjustRightInd w:val="0"/>
        <w:ind w:firstLine="567"/>
        <w:jc w:val="both"/>
      </w:pPr>
      <w:r w:rsidRPr="00CE38BF">
        <w:t>5. W razie konieczności pracownik gminy, z którego zakresu obowiązków to wynika będzie interweniował poprzez przewiezienie zwierzęcia do miejsca, w którym będzie przebywał do czasu znalezienia nowego właściciela, bądź  jeśli zachodzi taka potrzeba to przewiezienie zwierzęcia do lekarza weterynarii, w celu zapewnienia opieki weterynaryjnej.</w:t>
      </w:r>
    </w:p>
    <w:p w:rsidR="001204BA" w:rsidRPr="00CE38BF" w:rsidRDefault="001204BA" w:rsidP="00C16534">
      <w:pPr>
        <w:ind w:firstLine="567"/>
        <w:jc w:val="both"/>
      </w:pPr>
      <w:r w:rsidRPr="00CE38BF">
        <w:t xml:space="preserve">6. Koszty wyłapania bezdomnych zwierząt, umieszczenia ich w schronisku, zapewnienia </w:t>
      </w:r>
      <w:r w:rsidRPr="00CE38BF">
        <w:br/>
        <w:t>w razie potrzeby pomocy lekarsko - weterynaryjnej, utrzymania zwierzęcia w schronisku pokrywane są z budżetu gminy Lidzbark Warmiński.</w:t>
      </w:r>
    </w:p>
    <w:p w:rsidR="001204BA" w:rsidRPr="00CE38BF" w:rsidRDefault="001204BA" w:rsidP="006A1B9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E38BF">
        <w:rPr>
          <w:b/>
          <w:bCs/>
        </w:rPr>
        <w:t>Opieka nad wolno żyjącymi kotami, również ich dokarmianie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  <w:bCs/>
        </w:rPr>
        <w:t xml:space="preserve">§ 5. </w:t>
      </w:r>
      <w:r w:rsidRPr="00CE38BF">
        <w:t>Wolno żyjące koty będą dokarmiane w miejscach, gdzie stwierdzono ich skupiska do czasu wyczerpania środków finansowych przeznaczonych na ten cel w budżecie Gminy.</w:t>
      </w:r>
    </w:p>
    <w:p w:rsidR="001204BA" w:rsidRPr="00CE38BF" w:rsidRDefault="001204BA" w:rsidP="00C16534">
      <w:pPr>
        <w:autoSpaceDE w:val="0"/>
        <w:autoSpaceDN w:val="0"/>
        <w:adjustRightInd w:val="0"/>
        <w:jc w:val="both"/>
        <w:rPr>
          <w:b/>
          <w:bCs/>
        </w:rPr>
      </w:pP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  <w:r w:rsidRPr="00CE38BF">
        <w:rPr>
          <w:b/>
          <w:bCs/>
        </w:rPr>
        <w:t>Obligatoryjna sterylizacja albo kastracja zwierząt znajdujących się w przytulisku dla zwierząt oraz usypianie ślepych miotów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  <w:bCs/>
        </w:rPr>
        <w:t xml:space="preserve">§ 6. </w:t>
      </w:r>
      <w:r w:rsidRPr="00CE38BF">
        <w:t xml:space="preserve">Na wniosek opiekuna lub opiekunów bezdomnych zwierząt Gmina kieruje wnioskodawców do lekarza weterynarii celem wykonania sterylizacji, kastracji zwierząt oraz </w:t>
      </w:r>
      <w:r w:rsidRPr="00CE38BF">
        <w:br/>
        <w:t>w uzasadnionych przypadkach uśpienia ślepych miotów. Koszty zabiegów pokrywa Gmina do wyczerpania środków finansowych przeznaczonych na ten cel w danym roku.</w:t>
      </w:r>
    </w:p>
    <w:p w:rsidR="001204BA" w:rsidRPr="00CE38BF" w:rsidRDefault="001204BA" w:rsidP="00C16534">
      <w:pPr>
        <w:autoSpaceDE w:val="0"/>
        <w:autoSpaceDN w:val="0"/>
        <w:adjustRightInd w:val="0"/>
        <w:jc w:val="both"/>
      </w:pPr>
    </w:p>
    <w:p w:rsidR="001204BA" w:rsidRPr="00CE38BF" w:rsidRDefault="001204BA" w:rsidP="006A1B9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E38BF">
        <w:rPr>
          <w:b/>
          <w:bCs/>
        </w:rPr>
        <w:t>Poszukiwanie właścicieli dla bezdomnych zwierząt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  <w:bCs/>
        </w:rPr>
        <w:t xml:space="preserve">§ 7. </w:t>
      </w:r>
      <w:r w:rsidRPr="00CE38BF">
        <w:t>Poszukiwanie nowych właścicieli dla bezdomnych zwierząt odbywać się będzie poprzez:</w:t>
      </w:r>
    </w:p>
    <w:p w:rsidR="001204BA" w:rsidRPr="00CE38BF" w:rsidRDefault="001204BA" w:rsidP="00C16534">
      <w:pPr>
        <w:autoSpaceDE w:val="0"/>
        <w:autoSpaceDN w:val="0"/>
        <w:adjustRightInd w:val="0"/>
        <w:ind w:left="426" w:hanging="284"/>
        <w:jc w:val="both"/>
      </w:pPr>
      <w:r w:rsidRPr="00CE38BF">
        <w:t>1) ogłoszenia w prasie lokalnej oraz na stronie internetowej Urzędu Gminy,</w:t>
      </w:r>
    </w:p>
    <w:p w:rsidR="001204BA" w:rsidRPr="00CE38BF" w:rsidRDefault="001204BA" w:rsidP="00C16534">
      <w:pPr>
        <w:autoSpaceDE w:val="0"/>
        <w:autoSpaceDN w:val="0"/>
        <w:adjustRightInd w:val="0"/>
        <w:ind w:left="426" w:hanging="284"/>
        <w:jc w:val="both"/>
        <w:rPr>
          <w:b/>
          <w:bCs/>
        </w:rPr>
      </w:pPr>
      <w:r w:rsidRPr="00CE38BF">
        <w:t>2) tworzenie rejestru społecznych opiekunów zwierząt, a w szczególności kotów, deklarujących współpracę w zakresie opieki nad bezdomnymi zwierzętami.</w:t>
      </w: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</w:p>
    <w:p w:rsidR="001204BA" w:rsidRPr="00CE38BF" w:rsidRDefault="001204BA" w:rsidP="006A1B9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E38BF">
        <w:rPr>
          <w:b/>
          <w:bCs/>
        </w:rPr>
        <w:t>Wskazanie gospodarstwa rolnego w celu zapewnienia miejsca dla zwierząt gospodarskich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  <w:bCs/>
        </w:rPr>
        <w:t xml:space="preserve">§ 8. </w:t>
      </w:r>
      <w:r w:rsidRPr="00CE38BF">
        <w:t>Zwierzęta gospodarskie, które uciekły, zgubiły się lub zostały porzucone przez człowieka będą przewożone do Gospodarstwa Rolnego, ul. Rolna 23, 11-100 Lidzbark Warmiński, z którym Gmina zawarła porozumienie, w celu zapewnienia odpowiedniej opieki.</w:t>
      </w:r>
    </w:p>
    <w:p w:rsidR="001204BA" w:rsidRPr="00CE38BF" w:rsidRDefault="001204BA" w:rsidP="00C16534">
      <w:pPr>
        <w:autoSpaceDE w:val="0"/>
        <w:autoSpaceDN w:val="0"/>
        <w:adjustRightInd w:val="0"/>
        <w:ind w:firstLine="708"/>
        <w:jc w:val="both"/>
      </w:pP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  <w:r w:rsidRPr="00CE38BF">
        <w:rPr>
          <w:b/>
          <w:bCs/>
        </w:rPr>
        <w:t xml:space="preserve">Zapewnienie całodobowej opieki weterynaryjnej dla zwierząt rannych w szczególności </w:t>
      </w:r>
      <w:r w:rsidRPr="00CE38BF">
        <w:rPr>
          <w:b/>
          <w:bCs/>
        </w:rPr>
        <w:br/>
        <w:t>w przypadkach zdarzeń drogowych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  <w:bCs/>
        </w:rPr>
        <w:t xml:space="preserve">§ 9.1. </w:t>
      </w:r>
      <w:r w:rsidRPr="00CE38BF">
        <w:t>W przypadku zdarzeń drogowych z udziałem zwierząt bezdomnych, będą one przewożone przez wyznaczone osoby do Pogotowia Weterynaryjnego w Poliklinice Weterynaryjnej Uniwersytetu Warmińsko- Mazurskiego ul. Orbitza 2, Olsztyn 11-041 lub Przychodni Weterynaryjnej w Lidzbarku Warmińskim, ul. Polna 3, 11-100 Lidzbark Warmiński.</w:t>
      </w:r>
    </w:p>
    <w:p w:rsidR="001204BA" w:rsidRPr="00CE38BF" w:rsidRDefault="001204BA" w:rsidP="00842A8C">
      <w:pPr>
        <w:autoSpaceDE w:val="0"/>
        <w:autoSpaceDN w:val="0"/>
        <w:adjustRightInd w:val="0"/>
        <w:ind w:firstLine="567"/>
        <w:jc w:val="both"/>
      </w:pPr>
      <w:r w:rsidRPr="00CE38BF">
        <w:t>2. Bezdomne zwierzęta padłe, wyznaczony pracownik Gminy zabezpiecza i powiadamia firmę zajmującą się odbiorem padłych zwierząt.</w:t>
      </w:r>
    </w:p>
    <w:p w:rsidR="001204BA" w:rsidRPr="00CE38BF" w:rsidRDefault="001204BA" w:rsidP="00842A8C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1204BA" w:rsidRPr="00CE38BF" w:rsidRDefault="001204BA" w:rsidP="006A1B9F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E38BF">
        <w:rPr>
          <w:b/>
          <w:bCs/>
        </w:rPr>
        <w:t>Rozdział V.</w:t>
      </w:r>
    </w:p>
    <w:p w:rsidR="001204BA" w:rsidRPr="00CE38BF" w:rsidRDefault="001204BA" w:rsidP="00C16534">
      <w:pPr>
        <w:autoSpaceDE w:val="0"/>
        <w:autoSpaceDN w:val="0"/>
        <w:adjustRightInd w:val="0"/>
        <w:jc w:val="center"/>
        <w:rPr>
          <w:b/>
          <w:bCs/>
        </w:rPr>
      </w:pPr>
      <w:r w:rsidRPr="00CE38BF">
        <w:rPr>
          <w:b/>
          <w:bCs/>
        </w:rPr>
        <w:t>Finansowanie programu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  <w:bCs/>
        </w:rPr>
        <w:t xml:space="preserve">§ 10. 1 </w:t>
      </w:r>
      <w:r w:rsidRPr="00CE38BF">
        <w:t xml:space="preserve">Środki finansowe w wysokości 23.500,00 zł na realizację zadań wynikających </w:t>
      </w:r>
      <w:r w:rsidRPr="00CE38BF">
        <w:br/>
        <w:t>z programu zostały zabezpieczone w budżecie Gminy Lidzbark Warmiński.</w:t>
      </w:r>
    </w:p>
    <w:p w:rsidR="001204BA" w:rsidRPr="00CE38BF" w:rsidRDefault="001204BA" w:rsidP="00C16534">
      <w:pPr>
        <w:autoSpaceDE w:val="0"/>
        <w:autoSpaceDN w:val="0"/>
        <w:adjustRightInd w:val="0"/>
        <w:ind w:firstLine="708"/>
        <w:jc w:val="both"/>
      </w:pPr>
      <w:r w:rsidRPr="00CE38BF">
        <w:t>2. Wydatkowanie środków finansowych przeznaczonych na realizację Programu będzie się odbywało w sposób celowy i oszczędny, z zachowaniem zasad uzyskiwania najlepszych efektów oraz optymalnego doboru metod i środków służących osiągnięciu założonych celów, na podstawie umów, których przedmiotem są usługi związane z realizacją Programu.</w:t>
      </w:r>
    </w:p>
    <w:p w:rsidR="001204BA" w:rsidRPr="00CE38BF" w:rsidRDefault="001204BA" w:rsidP="00C16534">
      <w:pPr>
        <w:autoSpaceDE w:val="0"/>
        <w:autoSpaceDN w:val="0"/>
        <w:adjustRightInd w:val="0"/>
        <w:ind w:firstLine="567"/>
        <w:jc w:val="both"/>
      </w:pPr>
      <w:r w:rsidRPr="00CE38BF">
        <w:rPr>
          <w:b/>
        </w:rPr>
        <w:t>§ 11.</w:t>
      </w:r>
      <w:r w:rsidRPr="00CE38BF">
        <w:t xml:space="preserve"> Harmonogram wydatków na realizację programu w roku 2016 r.</w:t>
      </w:r>
    </w:p>
    <w:tbl>
      <w:tblPr>
        <w:tblW w:w="4800" w:type="pct"/>
        <w:tblCellSpacing w:w="15" w:type="dxa"/>
        <w:tblBorders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789"/>
        <w:gridCol w:w="2142"/>
      </w:tblGrid>
      <w:tr w:rsidR="001204BA" w:rsidRPr="00CE38BF" w:rsidTr="009B6ACE">
        <w:trPr>
          <w:tblCellSpacing w:w="15" w:type="dxa"/>
        </w:trPr>
        <w:tc>
          <w:tcPr>
            <w:tcW w:w="0" w:type="auto"/>
            <w:vAlign w:val="center"/>
          </w:tcPr>
          <w:p w:rsidR="001204BA" w:rsidRPr="00CE38BF" w:rsidRDefault="001204BA" w:rsidP="003217BF">
            <w:pPr>
              <w:jc w:val="both"/>
              <w:rPr>
                <w:b/>
              </w:rPr>
            </w:pPr>
            <w:r w:rsidRPr="00CE38BF">
              <w:rPr>
                <w:b/>
              </w:rPr>
              <w:t>Cel, zadania</w:t>
            </w:r>
          </w:p>
        </w:tc>
        <w:tc>
          <w:tcPr>
            <w:tcW w:w="1186" w:type="pct"/>
            <w:vAlign w:val="center"/>
          </w:tcPr>
          <w:p w:rsidR="001204BA" w:rsidRPr="00CE38BF" w:rsidRDefault="001204BA" w:rsidP="003217BF">
            <w:pPr>
              <w:jc w:val="both"/>
              <w:rPr>
                <w:b/>
              </w:rPr>
            </w:pPr>
            <w:r w:rsidRPr="00CE38BF">
              <w:rPr>
                <w:b/>
              </w:rPr>
              <w:t>Kwota</w:t>
            </w:r>
          </w:p>
        </w:tc>
      </w:tr>
      <w:tr w:rsidR="001204BA" w:rsidRPr="00CE38BF" w:rsidTr="009B6ACE">
        <w:trPr>
          <w:tblCellSpacing w:w="15" w:type="dxa"/>
        </w:trPr>
        <w:tc>
          <w:tcPr>
            <w:tcW w:w="0" w:type="auto"/>
            <w:vAlign w:val="center"/>
          </w:tcPr>
          <w:p w:rsidR="001204BA" w:rsidRPr="00CE38BF" w:rsidRDefault="001204BA" w:rsidP="003217BF">
            <w:pPr>
              <w:jc w:val="both"/>
            </w:pPr>
            <w:r w:rsidRPr="00CE38BF">
              <w:t xml:space="preserve"> Karma dla zwierząt</w:t>
            </w:r>
          </w:p>
        </w:tc>
        <w:tc>
          <w:tcPr>
            <w:tcW w:w="1186" w:type="pct"/>
            <w:vAlign w:val="center"/>
          </w:tcPr>
          <w:p w:rsidR="001204BA" w:rsidRPr="00CE38BF" w:rsidRDefault="001204BA" w:rsidP="003217BF">
            <w:pPr>
              <w:jc w:val="center"/>
            </w:pPr>
            <w:r w:rsidRPr="00CE38BF">
              <w:t>1.500,00 zł</w:t>
            </w:r>
          </w:p>
        </w:tc>
      </w:tr>
      <w:tr w:rsidR="001204BA" w:rsidRPr="00CE38BF" w:rsidTr="009B6ACE">
        <w:trPr>
          <w:trHeight w:val="526"/>
          <w:tblCellSpacing w:w="15" w:type="dxa"/>
        </w:trPr>
        <w:tc>
          <w:tcPr>
            <w:tcW w:w="0" w:type="auto"/>
            <w:vAlign w:val="center"/>
          </w:tcPr>
          <w:p w:rsidR="001204BA" w:rsidRPr="00CE38BF" w:rsidRDefault="001204BA" w:rsidP="003217BF">
            <w:pPr>
              <w:jc w:val="both"/>
            </w:pPr>
            <w:r w:rsidRPr="00CE38BF">
              <w:t xml:space="preserve"> Usługi weterynaryjne, w tym: sterylizacja, kastracja, leczenie,   usypianie ślepych miotów i inne zabiegi</w:t>
            </w:r>
          </w:p>
        </w:tc>
        <w:tc>
          <w:tcPr>
            <w:tcW w:w="1186" w:type="pct"/>
            <w:vAlign w:val="center"/>
          </w:tcPr>
          <w:p w:rsidR="001204BA" w:rsidRPr="00CE38BF" w:rsidRDefault="001204BA" w:rsidP="003217BF">
            <w:pPr>
              <w:jc w:val="center"/>
            </w:pPr>
            <w:r w:rsidRPr="00CE38BF">
              <w:t>5.000,00 zł</w:t>
            </w:r>
          </w:p>
        </w:tc>
      </w:tr>
      <w:tr w:rsidR="001204BA" w:rsidRPr="00CE38BF" w:rsidTr="009B6ACE">
        <w:trPr>
          <w:trHeight w:val="526"/>
          <w:tblCellSpacing w:w="15" w:type="dxa"/>
        </w:trPr>
        <w:tc>
          <w:tcPr>
            <w:tcW w:w="0" w:type="auto"/>
            <w:vAlign w:val="center"/>
          </w:tcPr>
          <w:p w:rsidR="001204BA" w:rsidRPr="00CE38BF" w:rsidRDefault="001204BA" w:rsidP="003217B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E38BF">
              <w:rPr>
                <w:bCs/>
              </w:rPr>
              <w:t xml:space="preserve"> Zapewnienie miejsca dla zwierząt gospodarskich i bezdomnych, przytulisko ( wraz z kosztami obsługi).</w:t>
            </w:r>
          </w:p>
          <w:p w:rsidR="001204BA" w:rsidRPr="00CE38BF" w:rsidRDefault="001204BA" w:rsidP="003217BF">
            <w:pPr>
              <w:jc w:val="both"/>
            </w:pPr>
          </w:p>
        </w:tc>
        <w:tc>
          <w:tcPr>
            <w:tcW w:w="1186" w:type="pct"/>
            <w:vAlign w:val="center"/>
          </w:tcPr>
          <w:p w:rsidR="001204BA" w:rsidRPr="00CE38BF" w:rsidRDefault="001204BA" w:rsidP="003217BF">
            <w:pPr>
              <w:jc w:val="center"/>
            </w:pPr>
            <w:r w:rsidRPr="00CE38BF">
              <w:t>10.000,00 zł</w:t>
            </w:r>
          </w:p>
        </w:tc>
      </w:tr>
      <w:tr w:rsidR="001204BA" w:rsidRPr="00CE38BF" w:rsidTr="009B6ACE">
        <w:trPr>
          <w:trHeight w:val="368"/>
          <w:tblCellSpacing w:w="15" w:type="dxa"/>
        </w:trPr>
        <w:tc>
          <w:tcPr>
            <w:tcW w:w="0" w:type="auto"/>
            <w:vAlign w:val="center"/>
          </w:tcPr>
          <w:p w:rsidR="001204BA" w:rsidRPr="00CE38BF" w:rsidRDefault="001204BA" w:rsidP="003217BF">
            <w:pPr>
              <w:jc w:val="both"/>
            </w:pPr>
            <w:r w:rsidRPr="00CE38BF">
              <w:t xml:space="preserve"> Odławianie i zapewnienie schroniska dla zwierząt</w:t>
            </w:r>
          </w:p>
          <w:p w:rsidR="001204BA" w:rsidRPr="00CE38BF" w:rsidRDefault="001204BA" w:rsidP="003217BF">
            <w:pPr>
              <w:jc w:val="both"/>
            </w:pPr>
          </w:p>
        </w:tc>
        <w:tc>
          <w:tcPr>
            <w:tcW w:w="1186" w:type="pct"/>
            <w:tcBorders>
              <w:bottom w:val="nil"/>
            </w:tcBorders>
            <w:vAlign w:val="center"/>
          </w:tcPr>
          <w:p w:rsidR="001204BA" w:rsidRPr="00CE38BF" w:rsidRDefault="001204BA" w:rsidP="003217BF">
            <w:pPr>
              <w:jc w:val="center"/>
            </w:pPr>
            <w:r w:rsidRPr="00CE38BF">
              <w:t>10.000,00 zł</w:t>
            </w:r>
          </w:p>
          <w:p w:rsidR="001204BA" w:rsidRPr="00CE38BF" w:rsidRDefault="001204BA" w:rsidP="003217BF">
            <w:pPr>
              <w:jc w:val="center"/>
            </w:pPr>
          </w:p>
        </w:tc>
      </w:tr>
      <w:tr w:rsidR="001204BA" w:rsidRPr="00CE38BF" w:rsidTr="009B6ACE">
        <w:trPr>
          <w:trHeight w:val="452"/>
          <w:tblCellSpacing w:w="15" w:type="dxa"/>
        </w:trPr>
        <w:tc>
          <w:tcPr>
            <w:tcW w:w="0" w:type="auto"/>
            <w:vAlign w:val="center"/>
          </w:tcPr>
          <w:p w:rsidR="001204BA" w:rsidRPr="00CE38BF" w:rsidRDefault="001204BA" w:rsidP="003217BF">
            <w:pPr>
              <w:jc w:val="both"/>
            </w:pPr>
            <w:r w:rsidRPr="00CE38BF">
              <w:t xml:space="preserve"> Utylizacja padłych zwierząt</w:t>
            </w:r>
          </w:p>
        </w:tc>
        <w:tc>
          <w:tcPr>
            <w:tcW w:w="1186" w:type="pct"/>
            <w:vAlign w:val="center"/>
          </w:tcPr>
          <w:p w:rsidR="001204BA" w:rsidRPr="00CE38BF" w:rsidRDefault="001204BA" w:rsidP="003217BF">
            <w:pPr>
              <w:jc w:val="center"/>
            </w:pPr>
            <w:r w:rsidRPr="00CE38BF">
              <w:t>1.500,00 zł</w:t>
            </w:r>
          </w:p>
        </w:tc>
      </w:tr>
      <w:tr w:rsidR="001204BA" w:rsidRPr="00CE38BF" w:rsidTr="009B6ACE">
        <w:trPr>
          <w:trHeight w:val="336"/>
          <w:tblCellSpacing w:w="15" w:type="dxa"/>
        </w:trPr>
        <w:tc>
          <w:tcPr>
            <w:tcW w:w="0" w:type="auto"/>
            <w:vAlign w:val="center"/>
          </w:tcPr>
          <w:p w:rsidR="001204BA" w:rsidRPr="00CE38BF" w:rsidRDefault="001204BA" w:rsidP="003217BF">
            <w:pPr>
              <w:jc w:val="both"/>
            </w:pPr>
            <w:r w:rsidRPr="00CE38BF">
              <w:rPr>
                <w:b/>
                <w:bCs/>
              </w:rPr>
              <w:t>RAZEM</w:t>
            </w:r>
          </w:p>
        </w:tc>
        <w:tc>
          <w:tcPr>
            <w:tcW w:w="1186" w:type="pct"/>
            <w:vAlign w:val="center"/>
          </w:tcPr>
          <w:p w:rsidR="001204BA" w:rsidRPr="00CE38BF" w:rsidRDefault="001204BA" w:rsidP="003217BF">
            <w:pPr>
              <w:jc w:val="center"/>
            </w:pPr>
            <w:r w:rsidRPr="00CE38BF">
              <w:t>23.500,00zł</w:t>
            </w:r>
          </w:p>
        </w:tc>
      </w:tr>
    </w:tbl>
    <w:p w:rsidR="001204BA" w:rsidRPr="00CE38BF" w:rsidRDefault="001204BA" w:rsidP="00C16534">
      <w:pPr>
        <w:autoSpaceDE w:val="0"/>
        <w:autoSpaceDN w:val="0"/>
        <w:adjustRightInd w:val="0"/>
        <w:jc w:val="both"/>
      </w:pPr>
    </w:p>
    <w:p w:rsidR="001204BA" w:rsidRPr="00CE38BF" w:rsidRDefault="001204BA" w:rsidP="006D2149">
      <w:pPr>
        <w:jc w:val="both"/>
        <w:rPr>
          <w:b/>
          <w:bCs/>
        </w:rPr>
      </w:pPr>
    </w:p>
    <w:p w:rsidR="001204BA" w:rsidRPr="00CE38BF" w:rsidRDefault="001204BA" w:rsidP="00C16534">
      <w:pPr>
        <w:jc w:val="center"/>
        <w:rPr>
          <w:b/>
          <w:bCs/>
        </w:rPr>
      </w:pP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</w:p>
    <w:p w:rsidR="001204BA" w:rsidRPr="00CE38BF" w:rsidRDefault="001204BA" w:rsidP="00B70C0D">
      <w:pPr>
        <w:jc w:val="center"/>
      </w:pPr>
      <w:r w:rsidRPr="00CE38BF">
        <w:rPr>
          <w:b/>
          <w:bCs/>
        </w:rPr>
        <w:t xml:space="preserve"> </w:t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  <w:r w:rsidRPr="00CE38BF">
        <w:rPr>
          <w:b/>
          <w:bCs/>
        </w:rPr>
        <w:tab/>
      </w:r>
    </w:p>
    <w:p w:rsidR="001204BA" w:rsidRPr="00CE38BF" w:rsidRDefault="001204BA" w:rsidP="00C16534">
      <w:pPr>
        <w:ind w:firstLine="432"/>
        <w:jc w:val="both"/>
      </w:pPr>
    </w:p>
    <w:sectPr w:rsidR="001204BA" w:rsidRPr="00CE38BF" w:rsidSect="00C16534">
      <w:type w:val="continuous"/>
      <w:pgSz w:w="11907" w:h="16839" w:code="9"/>
      <w:pgMar w:top="993" w:right="1134" w:bottom="993" w:left="1560" w:header="709" w:footer="709" w:gutter="0"/>
      <w:cols w:space="6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6444"/>
    <w:multiLevelType w:val="hybridMultilevel"/>
    <w:tmpl w:val="A3764ED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9F2BEE"/>
    <w:multiLevelType w:val="hybridMultilevel"/>
    <w:tmpl w:val="EE2244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2A1CFF"/>
    <w:multiLevelType w:val="hybridMultilevel"/>
    <w:tmpl w:val="72C6AAA6"/>
    <w:lvl w:ilvl="0" w:tplc="49F001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E059F5"/>
    <w:multiLevelType w:val="hybridMultilevel"/>
    <w:tmpl w:val="A6ACB07E"/>
    <w:lvl w:ilvl="0" w:tplc="6C1CEF1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E9A611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E631E0"/>
    <w:multiLevelType w:val="multilevel"/>
    <w:tmpl w:val="5CDCD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D40D19"/>
    <w:multiLevelType w:val="hybridMultilevel"/>
    <w:tmpl w:val="6CD22162"/>
    <w:lvl w:ilvl="0" w:tplc="76F621B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EB7"/>
    <w:rsid w:val="000809C9"/>
    <w:rsid w:val="000B0D4A"/>
    <w:rsid w:val="000D7153"/>
    <w:rsid w:val="001131B9"/>
    <w:rsid w:val="001204BA"/>
    <w:rsid w:val="00161B7D"/>
    <w:rsid w:val="001B6686"/>
    <w:rsid w:val="001D12D2"/>
    <w:rsid w:val="001D28A5"/>
    <w:rsid w:val="001D6EE6"/>
    <w:rsid w:val="001E71A5"/>
    <w:rsid w:val="00236B4C"/>
    <w:rsid w:val="00237253"/>
    <w:rsid w:val="00263D3F"/>
    <w:rsid w:val="002651FB"/>
    <w:rsid w:val="00286CF1"/>
    <w:rsid w:val="002926BA"/>
    <w:rsid w:val="002D7BDC"/>
    <w:rsid w:val="00301B33"/>
    <w:rsid w:val="0031056C"/>
    <w:rsid w:val="003156E8"/>
    <w:rsid w:val="003217BF"/>
    <w:rsid w:val="00352B94"/>
    <w:rsid w:val="003610F2"/>
    <w:rsid w:val="00365CF3"/>
    <w:rsid w:val="003F54A1"/>
    <w:rsid w:val="004752FB"/>
    <w:rsid w:val="004926BF"/>
    <w:rsid w:val="004E2676"/>
    <w:rsid w:val="004F7D9D"/>
    <w:rsid w:val="00523440"/>
    <w:rsid w:val="005408CA"/>
    <w:rsid w:val="005B4EB7"/>
    <w:rsid w:val="005D473E"/>
    <w:rsid w:val="005D528B"/>
    <w:rsid w:val="0061327D"/>
    <w:rsid w:val="006551CC"/>
    <w:rsid w:val="00680388"/>
    <w:rsid w:val="006A1B9F"/>
    <w:rsid w:val="006B2FD6"/>
    <w:rsid w:val="006D041F"/>
    <w:rsid w:val="006D2149"/>
    <w:rsid w:val="006F6761"/>
    <w:rsid w:val="007C41CB"/>
    <w:rsid w:val="007F700E"/>
    <w:rsid w:val="00801A8D"/>
    <w:rsid w:val="00803DD0"/>
    <w:rsid w:val="00825FA8"/>
    <w:rsid w:val="00833DF7"/>
    <w:rsid w:val="00842A8C"/>
    <w:rsid w:val="00851BEC"/>
    <w:rsid w:val="00854462"/>
    <w:rsid w:val="0088271D"/>
    <w:rsid w:val="00884E71"/>
    <w:rsid w:val="008B63AF"/>
    <w:rsid w:val="008C471B"/>
    <w:rsid w:val="009015B3"/>
    <w:rsid w:val="00903936"/>
    <w:rsid w:val="00941D14"/>
    <w:rsid w:val="00961F1C"/>
    <w:rsid w:val="009B6ACE"/>
    <w:rsid w:val="009D199F"/>
    <w:rsid w:val="009E3847"/>
    <w:rsid w:val="00A132F1"/>
    <w:rsid w:val="00A14046"/>
    <w:rsid w:val="00A17F92"/>
    <w:rsid w:val="00A679B4"/>
    <w:rsid w:val="00A84059"/>
    <w:rsid w:val="00A84BAE"/>
    <w:rsid w:val="00AA6B78"/>
    <w:rsid w:val="00AC35D1"/>
    <w:rsid w:val="00AD2C2B"/>
    <w:rsid w:val="00B06884"/>
    <w:rsid w:val="00B30B35"/>
    <w:rsid w:val="00B70C0D"/>
    <w:rsid w:val="00B81AB8"/>
    <w:rsid w:val="00C16534"/>
    <w:rsid w:val="00CB297F"/>
    <w:rsid w:val="00CC5F38"/>
    <w:rsid w:val="00CD185C"/>
    <w:rsid w:val="00CE38BF"/>
    <w:rsid w:val="00D13235"/>
    <w:rsid w:val="00D24FF9"/>
    <w:rsid w:val="00D61E17"/>
    <w:rsid w:val="00D77DC3"/>
    <w:rsid w:val="00D96154"/>
    <w:rsid w:val="00DB35C0"/>
    <w:rsid w:val="00DD0E82"/>
    <w:rsid w:val="00DD3ECF"/>
    <w:rsid w:val="00E13314"/>
    <w:rsid w:val="00E74454"/>
    <w:rsid w:val="00EB4EF3"/>
    <w:rsid w:val="00F04511"/>
    <w:rsid w:val="00F1219A"/>
    <w:rsid w:val="00F47BB3"/>
    <w:rsid w:val="00F836E2"/>
    <w:rsid w:val="00F85CA4"/>
    <w:rsid w:val="00F931DB"/>
    <w:rsid w:val="00FA05D4"/>
    <w:rsid w:val="00FB6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D9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96154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D96154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D96154"/>
    <w:rPr>
      <w:rFonts w:cs="Times New Roman"/>
      <w:color w:val="0000FF"/>
      <w:u w:val="single"/>
    </w:rPr>
  </w:style>
  <w:style w:type="character" w:customStyle="1" w:styleId="FontStyle22">
    <w:name w:val="Font Style22"/>
    <w:uiPriority w:val="99"/>
    <w:rsid w:val="009015B3"/>
    <w:rPr>
      <w:rFonts w:ascii="Times New Roman" w:hAnsi="Times New Roman"/>
      <w:b/>
      <w:sz w:val="22"/>
    </w:rPr>
  </w:style>
  <w:style w:type="paragraph" w:customStyle="1" w:styleId="Style1">
    <w:name w:val="Style1"/>
    <w:basedOn w:val="Normal"/>
    <w:uiPriority w:val="99"/>
    <w:rsid w:val="006551CC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"/>
    <w:uiPriority w:val="99"/>
    <w:rsid w:val="006551CC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3">
    <w:name w:val="Style3"/>
    <w:basedOn w:val="Normal"/>
    <w:uiPriority w:val="99"/>
    <w:rsid w:val="006551CC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"/>
    <w:uiPriority w:val="99"/>
    <w:rsid w:val="006551CC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"/>
    <w:uiPriority w:val="99"/>
    <w:rsid w:val="006551CC"/>
    <w:pPr>
      <w:widowControl w:val="0"/>
      <w:autoSpaceDE w:val="0"/>
      <w:autoSpaceDN w:val="0"/>
      <w:adjustRightInd w:val="0"/>
      <w:spacing w:line="410" w:lineRule="exact"/>
    </w:pPr>
  </w:style>
  <w:style w:type="paragraph" w:customStyle="1" w:styleId="Style6">
    <w:name w:val="Style6"/>
    <w:basedOn w:val="Normal"/>
    <w:uiPriority w:val="99"/>
    <w:rsid w:val="006551CC"/>
    <w:pPr>
      <w:widowControl w:val="0"/>
      <w:autoSpaceDE w:val="0"/>
      <w:autoSpaceDN w:val="0"/>
      <w:adjustRightInd w:val="0"/>
      <w:spacing w:line="411" w:lineRule="exact"/>
      <w:jc w:val="both"/>
    </w:pPr>
  </w:style>
  <w:style w:type="paragraph" w:customStyle="1" w:styleId="Style7">
    <w:name w:val="Style7"/>
    <w:basedOn w:val="Normal"/>
    <w:uiPriority w:val="99"/>
    <w:rsid w:val="006551CC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DefaultParagraphFont"/>
    <w:uiPriority w:val="99"/>
    <w:rsid w:val="006551CC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6551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efaultParagraphFont"/>
    <w:uiPriority w:val="99"/>
    <w:rsid w:val="006551CC"/>
    <w:rPr>
      <w:rFonts w:ascii="Times New Roman" w:hAnsi="Times New Roman" w:cs="Times New Roman"/>
      <w:sz w:val="22"/>
      <w:szCs w:val="22"/>
    </w:rPr>
  </w:style>
  <w:style w:type="paragraph" w:customStyle="1" w:styleId="Akapitzlist1">
    <w:name w:val="Akapit z listą1"/>
    <w:basedOn w:val="Normal"/>
    <w:uiPriority w:val="99"/>
    <w:rsid w:val="00C165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6A1B9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1219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40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0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40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4</Pages>
  <Words>1405</Words>
  <Characters>8433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projekt –</dc:title>
  <dc:subject/>
  <dc:creator>uglw</dc:creator>
  <cp:keywords/>
  <dc:description/>
  <cp:lastModifiedBy>UGLW</cp:lastModifiedBy>
  <cp:revision>15</cp:revision>
  <cp:lastPrinted>2016-03-14T07:27:00Z</cp:lastPrinted>
  <dcterms:created xsi:type="dcterms:W3CDTF">2016-01-20T08:35:00Z</dcterms:created>
  <dcterms:modified xsi:type="dcterms:W3CDTF">2016-03-14T07:28:00Z</dcterms:modified>
</cp:coreProperties>
</file>